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17" w:rsidRPr="001C153B" w:rsidRDefault="00E31617" w:rsidP="00007A6E">
      <w:pPr>
        <w:jc w:val="center"/>
        <w:rPr>
          <w:rFonts w:ascii="黑体" w:eastAsia="黑体"/>
          <w:b/>
          <w:sz w:val="30"/>
          <w:szCs w:val="30"/>
        </w:rPr>
      </w:pPr>
      <w:r w:rsidRPr="001C153B">
        <w:rPr>
          <w:rFonts w:ascii="黑体" w:eastAsia="黑体" w:hint="eastAsia"/>
          <w:b/>
          <w:sz w:val="30"/>
          <w:szCs w:val="30"/>
        </w:rPr>
        <w:t>北师大版小学数学四年级上册《有趣的算式》</w:t>
      </w:r>
    </w:p>
    <w:p w:rsidR="00E31617" w:rsidRPr="006A0E35" w:rsidRDefault="00E31617" w:rsidP="001C153B">
      <w:pPr>
        <w:jc w:val="center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设计者：王梨</w:t>
      </w:r>
      <w:r>
        <w:rPr>
          <w:sz w:val="24"/>
          <w:szCs w:val="24"/>
        </w:rPr>
        <w:t xml:space="preserve">       </w:t>
      </w:r>
      <w:r w:rsidRPr="006A0E35">
        <w:rPr>
          <w:rFonts w:hint="eastAsia"/>
          <w:sz w:val="24"/>
          <w:szCs w:val="24"/>
        </w:rPr>
        <w:t>班级：</w:t>
      </w:r>
      <w:r>
        <w:rPr>
          <w:sz w:val="24"/>
          <w:szCs w:val="24"/>
        </w:rPr>
        <w:t xml:space="preserve">         </w:t>
      </w:r>
      <w:r w:rsidRPr="006A0E35">
        <w:rPr>
          <w:rFonts w:hint="eastAsia"/>
          <w:sz w:val="24"/>
          <w:szCs w:val="24"/>
        </w:rPr>
        <w:t>姓名：</w:t>
      </w:r>
    </w:p>
    <w:tbl>
      <w:tblPr>
        <w:tblW w:w="963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222"/>
        <w:gridCol w:w="1417"/>
      </w:tblGrid>
      <w:tr w:rsidR="00E31617" w:rsidRPr="00153BF1" w:rsidTr="00153BF1">
        <w:trPr>
          <w:trHeight w:val="1340"/>
        </w:trPr>
        <w:tc>
          <w:tcPr>
            <w:tcW w:w="9639" w:type="dxa"/>
            <w:gridSpan w:val="2"/>
            <w:tcBorders>
              <w:bottom w:val="single" w:sz="4" w:space="0" w:color="auto"/>
            </w:tcBorders>
          </w:tcPr>
          <w:p w:rsidR="00E31617" w:rsidRPr="00F1296C" w:rsidRDefault="00E31617" w:rsidP="00332A66">
            <w:pPr>
              <w:rPr>
                <w:b/>
                <w:sz w:val="24"/>
                <w:szCs w:val="24"/>
                <w:shd w:val="pct15" w:color="auto" w:fill="FFFFFF"/>
              </w:rPr>
            </w:pPr>
            <w:r w:rsidRPr="001C153B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我的学习目标</w:t>
            </w:r>
            <w:r w:rsidRPr="00F1296C">
              <w:rPr>
                <w:rFonts w:hint="eastAsia"/>
                <w:b/>
                <w:sz w:val="24"/>
                <w:szCs w:val="24"/>
                <w:shd w:val="pct15" w:color="auto" w:fill="FFFFFF"/>
              </w:rPr>
              <w:t>：</w:t>
            </w:r>
          </w:p>
          <w:p w:rsidR="00E31617" w:rsidRDefault="00E31617" w:rsidP="00F1296C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我要体会计算器在探究数学、学习数学时的作用</w:t>
            </w:r>
          </w:p>
          <w:p w:rsidR="00E31617" w:rsidRPr="00F1296C" w:rsidRDefault="00E31617" w:rsidP="00F1296C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我能发现有趣的乘法算式中蕴含的规律，并总结规律。</w:t>
            </w:r>
          </w:p>
        </w:tc>
      </w:tr>
      <w:tr w:rsidR="00E31617" w:rsidRPr="00153BF1" w:rsidTr="00153BF1">
        <w:trPr>
          <w:trHeight w:val="9840"/>
        </w:trPr>
        <w:tc>
          <w:tcPr>
            <w:tcW w:w="8222" w:type="dxa"/>
            <w:tcBorders>
              <w:top w:val="single" w:sz="4" w:space="0" w:color="auto"/>
              <w:right w:val="single" w:sz="4" w:space="0" w:color="auto"/>
            </w:tcBorders>
          </w:tcPr>
          <w:p w:rsidR="00E31617" w:rsidRPr="00F1296C" w:rsidRDefault="00E31617" w:rsidP="00233EE3">
            <w:pPr>
              <w:rPr>
                <w:b/>
                <w:sz w:val="24"/>
                <w:szCs w:val="24"/>
              </w:rPr>
            </w:pPr>
            <w:r w:rsidRPr="001C153B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我的学习过程</w:t>
            </w:r>
            <w:r w:rsidRPr="00172A6C">
              <w:rPr>
                <w:rFonts w:hint="eastAsia"/>
                <w:b/>
                <w:sz w:val="24"/>
                <w:szCs w:val="24"/>
                <w:shd w:val="pct15" w:color="auto" w:fill="FFFFFF"/>
              </w:rPr>
              <w:t>：</w:t>
            </w:r>
            <w:r w:rsidRPr="00153BF1">
              <w:rPr>
                <w:b/>
                <w:sz w:val="24"/>
                <w:szCs w:val="24"/>
              </w:rPr>
              <w:t xml:space="preserve"> </w:t>
            </w:r>
          </w:p>
          <w:p w:rsidR="00E31617" w:rsidRPr="001C153B" w:rsidRDefault="00E31617" w:rsidP="00CA08F6">
            <w:pPr>
              <w:numPr>
                <w:ilvl w:val="0"/>
                <w:numId w:val="8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1C153B">
              <w:rPr>
                <w:rFonts w:hint="eastAsia"/>
                <w:b/>
                <w:bCs/>
                <w:sz w:val="24"/>
                <w:szCs w:val="24"/>
              </w:rPr>
              <w:t>用计算器计算下列算式。</w:t>
            </w:r>
            <w:r w:rsidRPr="001C153B">
              <w:rPr>
                <w:b/>
                <w:sz w:val="24"/>
                <w:szCs w:val="24"/>
              </w:rPr>
              <w:t xml:space="preserve">            </w:t>
            </w:r>
          </w:p>
          <w:p w:rsidR="00E31617" w:rsidRPr="00CA08F6" w:rsidRDefault="00E31617" w:rsidP="00E31617">
            <w:pPr>
              <w:ind w:firstLineChars="70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sz w:val="24"/>
                <w:szCs w:val="24"/>
              </w:rPr>
              <w:t>1</w:t>
            </w:r>
            <w:r w:rsidRPr="00CA08F6">
              <w:rPr>
                <w:rFonts w:ascii="Arial" w:hAnsi="Arial" w:cs="Arial"/>
                <w:sz w:val="24"/>
                <w:szCs w:val="24"/>
              </w:rPr>
              <w:t xml:space="preserve">×1=1                                  </w:t>
            </w:r>
          </w:p>
          <w:p w:rsidR="00E31617" w:rsidRPr="00CA08F6" w:rsidRDefault="00E31617" w:rsidP="00E31617">
            <w:pPr>
              <w:ind w:firstLineChars="60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 xml:space="preserve">11×11=                                </w:t>
            </w:r>
          </w:p>
          <w:p w:rsidR="00E31617" w:rsidRPr="00CA08F6" w:rsidRDefault="00E31617" w:rsidP="00E31617">
            <w:pPr>
              <w:ind w:firstLineChars="50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 xml:space="preserve">111×111=                               </w:t>
            </w:r>
          </w:p>
          <w:p w:rsidR="00E31617" w:rsidRPr="00CA08F6" w:rsidRDefault="00E31617" w:rsidP="00F1296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A08F6">
              <w:rPr>
                <w:rFonts w:ascii="Arial" w:hAnsi="Arial" w:cs="Arial" w:hint="eastAsia"/>
                <w:bCs/>
                <w:sz w:val="24"/>
                <w:szCs w:val="24"/>
              </w:rPr>
              <w:t>观察上面的算式，我发现（</w:t>
            </w:r>
            <w:r w:rsidRPr="00CA08F6"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</w:t>
            </w:r>
            <w:r w:rsidRPr="00CA08F6">
              <w:rPr>
                <w:rFonts w:ascii="Arial" w:hAnsi="Arial" w:cs="Arial" w:hint="eastAsia"/>
                <w:bCs/>
                <w:sz w:val="24"/>
                <w:szCs w:val="24"/>
              </w:rPr>
              <w:t>）</w:t>
            </w:r>
            <w:r w:rsidRPr="00CA08F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E31617" w:rsidRPr="00CA08F6" w:rsidRDefault="00E31617" w:rsidP="00F1296C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CA08F6">
              <w:rPr>
                <w:rFonts w:ascii="Arial" w:hAnsi="Arial" w:cs="Arial" w:hint="eastAsia"/>
                <w:bCs/>
                <w:sz w:val="24"/>
                <w:szCs w:val="24"/>
              </w:rPr>
              <w:t>我能根据我的发现，不计算，直接写出下面算式的结果。</w:t>
            </w:r>
          </w:p>
          <w:p w:rsidR="00E31617" w:rsidRPr="00CA08F6" w:rsidRDefault="00E31617" w:rsidP="00E31617">
            <w:pPr>
              <w:ind w:firstLineChars="40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 xml:space="preserve">1111×1111=                                                        </w:t>
            </w:r>
          </w:p>
          <w:p w:rsidR="00E31617" w:rsidRPr="00CA08F6" w:rsidRDefault="00E31617" w:rsidP="00E31617">
            <w:pPr>
              <w:ind w:firstLineChars="300" w:firstLine="31680"/>
              <w:rPr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11111×11111=</w:t>
            </w:r>
          </w:p>
          <w:p w:rsidR="00E31617" w:rsidRDefault="00E31617" w:rsidP="00233EE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想一想：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>9</w:t>
            </w:r>
            <w:r>
              <w:rPr>
                <w:rFonts w:hint="eastAsia"/>
                <w:sz w:val="24"/>
                <w:szCs w:val="24"/>
              </w:rPr>
              <w:t>个</w:t>
            </w:r>
            <w:r>
              <w:rPr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等于多少？（</w:t>
            </w:r>
            <w:r>
              <w:rPr>
                <w:sz w:val="24"/>
                <w:szCs w:val="24"/>
              </w:rPr>
              <w:t xml:space="preserve">                               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  <w:p w:rsidR="00E31617" w:rsidRPr="001C153B" w:rsidRDefault="00E31617" w:rsidP="00CA08F6">
            <w:pPr>
              <w:rPr>
                <w:b/>
                <w:bCs/>
                <w:sz w:val="24"/>
                <w:szCs w:val="24"/>
              </w:rPr>
            </w:pPr>
            <w:r w:rsidRPr="001C153B">
              <w:rPr>
                <w:b/>
                <w:bCs/>
                <w:sz w:val="24"/>
                <w:szCs w:val="24"/>
              </w:rPr>
              <w:t>2</w:t>
            </w:r>
            <w:r w:rsidRPr="001C153B">
              <w:rPr>
                <w:rFonts w:hint="eastAsia"/>
                <w:b/>
                <w:bCs/>
                <w:sz w:val="24"/>
                <w:szCs w:val="24"/>
              </w:rPr>
              <w:t>、用计算器计算下列算式。</w:t>
            </w:r>
          </w:p>
          <w:p w:rsidR="00E31617" w:rsidRPr="00CA08F6" w:rsidRDefault="00E31617" w:rsidP="00E31617">
            <w:pPr>
              <w:ind w:firstLineChars="85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99×99=</w:t>
            </w:r>
          </w:p>
          <w:p w:rsidR="00E31617" w:rsidRPr="00CA08F6" w:rsidRDefault="00E31617" w:rsidP="00E31617">
            <w:pPr>
              <w:ind w:firstLineChars="75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999×999=</w:t>
            </w:r>
          </w:p>
          <w:p w:rsidR="00E31617" w:rsidRPr="00CA08F6" w:rsidRDefault="00E31617" w:rsidP="00E31617">
            <w:pPr>
              <w:ind w:firstLineChars="650" w:firstLine="31680"/>
              <w:rPr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9999×9999=</w:t>
            </w:r>
          </w:p>
          <w:p w:rsidR="00E31617" w:rsidRDefault="00E31617" w:rsidP="00332A66">
            <w:pPr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GoBack"/>
            <w:bookmarkEnd w:id="0"/>
            <w:r w:rsidRPr="00CA08F6">
              <w:rPr>
                <w:rFonts w:ascii="Arial" w:hAnsi="Arial" w:cs="Arial" w:hint="eastAsia"/>
                <w:bCs/>
                <w:sz w:val="24"/>
                <w:szCs w:val="24"/>
              </w:rPr>
              <w:t>观察上面的算式，</w:t>
            </w:r>
            <w:r>
              <w:rPr>
                <w:rFonts w:ascii="Arial" w:hAnsi="Arial" w:cs="Arial" w:hint="eastAsia"/>
                <w:bCs/>
                <w:sz w:val="24"/>
                <w:szCs w:val="24"/>
              </w:rPr>
              <w:t>我发现（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                                  </w:t>
            </w:r>
            <w:r>
              <w:rPr>
                <w:rFonts w:ascii="Arial" w:hAnsi="Arial" w:cs="Arial" w:hint="eastAsia"/>
                <w:bCs/>
                <w:sz w:val="24"/>
                <w:szCs w:val="24"/>
              </w:rPr>
              <w:t>）</w:t>
            </w:r>
          </w:p>
          <w:p w:rsidR="00E31617" w:rsidRPr="00CA08F6" w:rsidRDefault="00E31617" w:rsidP="00332A66">
            <w:pPr>
              <w:rPr>
                <w:sz w:val="24"/>
                <w:szCs w:val="24"/>
              </w:rPr>
            </w:pPr>
            <w:r>
              <w:rPr>
                <w:rFonts w:ascii="Arial" w:hAnsi="Arial" w:cs="Arial" w:hint="eastAsia"/>
                <w:bCs/>
                <w:sz w:val="24"/>
                <w:szCs w:val="24"/>
              </w:rPr>
              <w:t>我能根据我的发现，不计算，直接写出下面算式的结果。</w:t>
            </w:r>
          </w:p>
          <w:p w:rsidR="00E31617" w:rsidRPr="00CA08F6" w:rsidRDefault="00E31617" w:rsidP="00E31617">
            <w:pPr>
              <w:ind w:firstLineChars="55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99999×99999=</w:t>
            </w:r>
          </w:p>
          <w:p w:rsidR="00E31617" w:rsidRPr="00CA08F6" w:rsidRDefault="00E31617" w:rsidP="00E31617">
            <w:pPr>
              <w:ind w:firstLineChars="450" w:firstLine="31680"/>
              <w:rPr>
                <w:rFonts w:ascii="Arial" w:hAnsi="Arial" w:cs="Arial"/>
                <w:sz w:val="24"/>
                <w:szCs w:val="24"/>
              </w:rPr>
            </w:pPr>
            <w:r w:rsidRPr="00CA08F6">
              <w:rPr>
                <w:rFonts w:ascii="Arial" w:hAnsi="Arial" w:cs="Arial"/>
                <w:sz w:val="24"/>
                <w:szCs w:val="24"/>
              </w:rPr>
              <w:t>999999×999999=</w:t>
            </w:r>
          </w:p>
          <w:p w:rsidR="00E31617" w:rsidRPr="001C153B" w:rsidRDefault="00E31617" w:rsidP="00172A6C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</w:rPr>
            </w:pPr>
            <w:r w:rsidRPr="001C153B">
              <w:rPr>
                <w:rFonts w:hint="eastAsia"/>
                <w:b/>
                <w:bCs/>
                <w:sz w:val="24"/>
                <w:szCs w:val="24"/>
              </w:rPr>
              <w:t>观察下面算式和得数的特点，你能在写出几个这样的算式吗？用计算器验证结果。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sz w:val="24"/>
                <w:szCs w:val="24"/>
              </w:rPr>
              <w:t xml:space="preserve"> 1</w:t>
            </w:r>
            <w:r w:rsidRPr="00172A6C">
              <w:rPr>
                <w:rFonts w:ascii="Arial" w:hAnsi="Arial" w:cs="Arial"/>
                <w:sz w:val="24"/>
                <w:szCs w:val="24"/>
              </w:rPr>
              <w:t>×9+2=11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rFonts w:ascii="Arial" w:hAnsi="Arial" w:cs="Arial"/>
                <w:sz w:val="24"/>
                <w:szCs w:val="24"/>
              </w:rPr>
              <w:t>12×9+3=111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rFonts w:ascii="Arial" w:hAnsi="Arial" w:cs="Arial"/>
                <w:sz w:val="24"/>
                <w:szCs w:val="24"/>
              </w:rPr>
              <w:t>123×9+4=1111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rFonts w:ascii="Arial" w:hAnsi="Arial" w:cs="Arial"/>
                <w:sz w:val="24"/>
                <w:szCs w:val="24"/>
              </w:rPr>
              <w:t>1234×9+5=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（</w:t>
            </w:r>
            <w:r w:rsidRPr="00172A6C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）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rFonts w:ascii="Arial" w:hAnsi="Arial" w:cs="Arial"/>
                <w:sz w:val="24"/>
                <w:szCs w:val="24"/>
              </w:rPr>
              <w:t>12345×9+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（</w:t>
            </w:r>
            <w:r w:rsidRPr="00172A6C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）</w:t>
            </w:r>
            <w:r w:rsidRPr="00172A6C">
              <w:rPr>
                <w:rFonts w:ascii="Arial" w:hAnsi="Arial" w:cs="Arial"/>
                <w:sz w:val="24"/>
                <w:szCs w:val="24"/>
              </w:rPr>
              <w:t>=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（</w:t>
            </w:r>
            <w:r w:rsidRPr="00172A6C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）</w:t>
            </w:r>
          </w:p>
          <w:p w:rsidR="00E31617" w:rsidRPr="00172A6C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 w:rsidRPr="00172A6C">
              <w:rPr>
                <w:rFonts w:ascii="Arial" w:hAnsi="Arial" w:cs="Arial" w:hint="eastAsia"/>
                <w:sz w:val="24"/>
                <w:szCs w:val="24"/>
              </w:rPr>
              <w:t>（</w:t>
            </w:r>
            <w:r w:rsidRPr="00172A6C"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r w:rsidRPr="00172A6C">
              <w:rPr>
                <w:rFonts w:ascii="Arial" w:hAnsi="Arial" w:cs="Arial" w:hint="eastAsia"/>
                <w:sz w:val="24"/>
                <w:szCs w:val="24"/>
              </w:rPr>
              <w:t>）</w:t>
            </w:r>
          </w:p>
          <w:p w:rsidR="00E31617" w:rsidRPr="00153BF1" w:rsidRDefault="00E31617" w:rsidP="00172A6C">
            <w:pPr>
              <w:rPr>
                <w:b/>
                <w:sz w:val="24"/>
                <w:szCs w:val="24"/>
              </w:rPr>
            </w:pPr>
            <w:r>
              <w:rPr>
                <w:rFonts w:ascii="Arial" w:hAnsi="Arial" w:cs="Arial" w:hint="eastAsia"/>
                <w:sz w:val="24"/>
                <w:szCs w:val="24"/>
              </w:rPr>
              <w:t>（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</w:t>
            </w:r>
            <w:r>
              <w:rPr>
                <w:rFonts w:ascii="Arial" w:hAnsi="Arial" w:cs="Arial" w:hint="eastAsia"/>
                <w:sz w:val="24"/>
                <w:szCs w:val="24"/>
              </w:rPr>
              <w:t>）</w:t>
            </w:r>
          </w:p>
          <w:p w:rsidR="00E31617" w:rsidRPr="001C153B" w:rsidRDefault="00E31617" w:rsidP="00172A6C">
            <w:pPr>
              <w:rPr>
                <w:rFonts w:ascii="楷体_GB2312" w:eastAsia="楷体_GB2312"/>
                <w:b/>
                <w:bCs/>
                <w:sz w:val="24"/>
                <w:szCs w:val="24"/>
                <w:shd w:val="clear" w:color="FFFFFF" w:fill="D9D9D9"/>
              </w:rPr>
            </w:pPr>
            <w:r w:rsidRPr="001C153B">
              <w:rPr>
                <w:rFonts w:ascii="楷体_GB2312" w:eastAsia="楷体_GB2312" w:hint="eastAsia"/>
                <w:b/>
                <w:bCs/>
                <w:sz w:val="24"/>
                <w:szCs w:val="24"/>
                <w:shd w:val="clear" w:color="FFFFFF" w:fill="D9D9D9"/>
              </w:rPr>
              <w:t>我的练习我做主。</w:t>
            </w:r>
          </w:p>
          <w:p w:rsidR="00E31617" w:rsidRDefault="00E31617" w:rsidP="00172A6C">
            <w:pPr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奇怪的</w:t>
            </w:r>
            <w:r>
              <w:rPr>
                <w:b/>
                <w:bCs/>
                <w:sz w:val="24"/>
                <w:szCs w:val="24"/>
              </w:rPr>
              <w:t>142857</w:t>
            </w:r>
            <w:r>
              <w:rPr>
                <w:rFonts w:hint="eastAsia"/>
                <w:b/>
                <w:bCs/>
                <w:sz w:val="24"/>
                <w:szCs w:val="24"/>
              </w:rPr>
              <w:t>。计算并观察左边算式的特点，直接写出右边算式的结果。</w:t>
            </w:r>
          </w:p>
          <w:p w:rsidR="00E31617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142857</w:t>
            </w:r>
            <w:r>
              <w:rPr>
                <w:rFonts w:ascii="Arial" w:hAnsi="Arial" w:cs="Arial"/>
                <w:sz w:val="24"/>
                <w:szCs w:val="24"/>
              </w:rPr>
              <w:t xml:space="preserve">×1=                    142857×5=         </w:t>
            </w:r>
          </w:p>
          <w:p w:rsidR="00E31617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142857×2=                   142857×6=</w:t>
            </w:r>
          </w:p>
          <w:p w:rsidR="00E31617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142857×3=                   </w:t>
            </w:r>
          </w:p>
          <w:p w:rsidR="00E31617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142857×4=                   </w:t>
            </w: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我用计算器算一算。（一定要算哦！）</w:t>
            </w:r>
          </w:p>
          <w:p w:rsidR="00E31617" w:rsidRDefault="00E31617" w:rsidP="00172A6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>142857</w:t>
            </w:r>
            <w:r>
              <w:rPr>
                <w:rFonts w:ascii="Arial" w:hAnsi="Arial" w:cs="Arial"/>
                <w:sz w:val="24"/>
                <w:szCs w:val="24"/>
              </w:rPr>
              <w:t>×7=               42857×8=               142857×9=</w:t>
            </w: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rPr>
                <w:b/>
                <w:bCs/>
                <w:sz w:val="24"/>
                <w:szCs w:val="24"/>
              </w:rPr>
            </w:pPr>
          </w:p>
          <w:p w:rsidR="00E31617" w:rsidRDefault="00E31617" w:rsidP="00172A6C">
            <w:pPr>
              <w:numPr>
                <w:ilvl w:val="0"/>
                <w:numId w:val="10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我发现：（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          </w:t>
            </w:r>
            <w:r>
              <w:rPr>
                <w:rFonts w:hint="eastAsia"/>
                <w:b/>
                <w:bCs/>
                <w:sz w:val="24"/>
                <w:szCs w:val="24"/>
              </w:rPr>
              <w:t>）</w:t>
            </w:r>
          </w:p>
          <w:p w:rsidR="00E31617" w:rsidRPr="00153BF1" w:rsidRDefault="00E31617" w:rsidP="00233EE3">
            <w:pPr>
              <w:rPr>
                <w:b/>
                <w:sz w:val="24"/>
                <w:szCs w:val="24"/>
              </w:rPr>
            </w:pPr>
          </w:p>
          <w:p w:rsidR="00E31617" w:rsidRDefault="00E31617" w:rsidP="00233EE3">
            <w:pPr>
              <w:rPr>
                <w:b/>
                <w:sz w:val="24"/>
                <w:szCs w:val="24"/>
              </w:rPr>
            </w:pPr>
          </w:p>
          <w:p w:rsidR="00E31617" w:rsidRPr="00153BF1" w:rsidRDefault="00E31617" w:rsidP="00233EE3">
            <w:pPr>
              <w:rPr>
                <w:b/>
                <w:sz w:val="24"/>
                <w:szCs w:val="24"/>
              </w:rPr>
            </w:pPr>
            <w:r>
              <w:rPr>
                <w:noProof/>
              </w:rPr>
              <w:pict>
                <v:line id="_x0000_s1026" style="position:absolute;left:0;text-align:left;flip:y;z-index:251658240" from="-3.65pt,7.45pt" to="401.35pt,7.45pt"/>
              </w:pict>
            </w:r>
          </w:p>
          <w:p w:rsidR="00E31617" w:rsidRPr="00172A6C" w:rsidRDefault="00E31617" w:rsidP="00233EE3">
            <w:pPr>
              <w:rPr>
                <w:sz w:val="24"/>
                <w:szCs w:val="24"/>
                <w:shd w:val="pct15" w:color="auto" w:fill="FFFFFF"/>
              </w:rPr>
            </w:pPr>
            <w:r w:rsidRPr="00977E84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我的收获</w:t>
            </w:r>
            <w:r w:rsidRPr="00977E84">
              <w:rPr>
                <w:rFonts w:ascii="楷体_GB2312" w:eastAsia="楷体_GB2312" w:hint="eastAsia"/>
                <w:sz w:val="24"/>
                <w:szCs w:val="24"/>
                <w:shd w:val="pct15" w:color="auto" w:fill="FFFFFF"/>
              </w:rPr>
              <w:t>：</w:t>
            </w:r>
            <w:r>
              <w:rPr>
                <w:rFonts w:hint="eastAsia"/>
                <w:sz w:val="24"/>
                <w:szCs w:val="24"/>
              </w:rPr>
              <w:t>自我评价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☆☆☆☆☆）</w:t>
            </w:r>
          </w:p>
          <w:p w:rsidR="00E31617" w:rsidRPr="00153BF1" w:rsidRDefault="00E31617" w:rsidP="00233EE3">
            <w:pPr>
              <w:rPr>
                <w:sz w:val="24"/>
                <w:szCs w:val="24"/>
              </w:rPr>
            </w:pPr>
          </w:p>
          <w:p w:rsidR="00E31617" w:rsidRDefault="00E31617" w:rsidP="00233EE3">
            <w:pPr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_x0000_s1027" style="position:absolute;left:0;text-align:left;flip:y;z-index:251659264" from="-3.65pt,-.35pt" to="401.35pt,-.35pt"/>
              </w:pict>
            </w:r>
          </w:p>
          <w:p w:rsidR="00E31617" w:rsidRPr="00977E84" w:rsidRDefault="00E31617" w:rsidP="00233EE3">
            <w:pPr>
              <w:rPr>
                <w:rFonts w:ascii="楷体_GB2312" w:eastAsia="楷体_GB2312"/>
                <w:b/>
                <w:sz w:val="24"/>
                <w:szCs w:val="24"/>
                <w:shd w:val="pct15" w:color="auto" w:fill="FFFFFF"/>
              </w:rPr>
            </w:pPr>
            <w:r w:rsidRPr="00977E84">
              <w:rPr>
                <w:rFonts w:ascii="楷体_GB2312" w:eastAsia="楷体_GB2312" w:hint="eastAsia"/>
                <w:b/>
                <w:sz w:val="24"/>
                <w:szCs w:val="24"/>
                <w:shd w:val="pct15" w:color="auto" w:fill="FFFFFF"/>
              </w:rPr>
              <w:t>我的疑惑：</w:t>
            </w: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Pr="00534794" w:rsidRDefault="00E31617" w:rsidP="00534794">
            <w:pPr>
              <w:rPr>
                <w:sz w:val="24"/>
                <w:szCs w:val="24"/>
              </w:rPr>
            </w:pPr>
          </w:p>
          <w:p w:rsidR="00E31617" w:rsidRDefault="00E31617" w:rsidP="00534794">
            <w:pPr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  <w:p w:rsidR="00E31617" w:rsidRPr="00534794" w:rsidRDefault="00E31617" w:rsidP="00E31617">
            <w:pPr>
              <w:ind w:firstLineChars="200" w:firstLine="3168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31617" w:rsidRPr="001C153B" w:rsidRDefault="00E31617" w:rsidP="00E31617">
            <w:pPr>
              <w:widowControl/>
              <w:ind w:firstLineChars="100" w:firstLine="31680"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1C153B">
              <w:rPr>
                <w:rFonts w:ascii="楷体_GB2312" w:eastAsia="楷体_GB2312" w:hint="eastAsia"/>
                <w:b/>
                <w:sz w:val="24"/>
                <w:szCs w:val="24"/>
              </w:rPr>
              <w:t>我的</w:t>
            </w:r>
          </w:p>
          <w:p w:rsidR="00E31617" w:rsidRPr="001C153B" w:rsidRDefault="00E31617" w:rsidP="00153BF1">
            <w:pPr>
              <w:widowControl/>
              <w:jc w:val="left"/>
              <w:rPr>
                <w:rFonts w:ascii="楷体_GB2312" w:eastAsia="楷体_GB2312"/>
                <w:b/>
                <w:sz w:val="24"/>
                <w:szCs w:val="24"/>
              </w:rPr>
            </w:pPr>
            <w:r w:rsidRPr="001C153B">
              <w:rPr>
                <w:rFonts w:ascii="楷体_GB2312" w:eastAsia="楷体_GB2312" w:hint="eastAsia"/>
                <w:b/>
                <w:sz w:val="24"/>
                <w:szCs w:val="24"/>
              </w:rPr>
              <w:t>课堂笔记</w:t>
            </w: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153BF1">
            <w:pPr>
              <w:widowControl/>
              <w:jc w:val="left"/>
              <w:rPr>
                <w:sz w:val="24"/>
                <w:szCs w:val="24"/>
              </w:rPr>
            </w:pPr>
          </w:p>
          <w:p w:rsidR="00E31617" w:rsidRPr="00153BF1" w:rsidRDefault="00E31617" w:rsidP="004A524B">
            <w:pPr>
              <w:rPr>
                <w:sz w:val="24"/>
                <w:szCs w:val="24"/>
              </w:rPr>
            </w:pPr>
          </w:p>
        </w:tc>
      </w:tr>
    </w:tbl>
    <w:p w:rsidR="00E31617" w:rsidRPr="006876C8" w:rsidRDefault="00E31617" w:rsidP="006876C8">
      <w:pPr>
        <w:rPr>
          <w:b/>
          <w:sz w:val="28"/>
          <w:szCs w:val="28"/>
        </w:rPr>
      </w:pPr>
    </w:p>
    <w:sectPr w:rsidR="00E31617" w:rsidRPr="006876C8" w:rsidSect="008734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617" w:rsidRDefault="00E31617" w:rsidP="00233EE3">
      <w:r>
        <w:separator/>
      </w:r>
    </w:p>
  </w:endnote>
  <w:endnote w:type="continuationSeparator" w:id="1">
    <w:p w:rsidR="00E31617" w:rsidRDefault="00E31617" w:rsidP="00233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617" w:rsidRDefault="00E31617" w:rsidP="00233EE3">
      <w:r>
        <w:separator/>
      </w:r>
    </w:p>
  </w:footnote>
  <w:footnote w:type="continuationSeparator" w:id="1">
    <w:p w:rsidR="00E31617" w:rsidRDefault="00E31617" w:rsidP="00233E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45D"/>
    <w:multiLevelType w:val="hybridMultilevel"/>
    <w:tmpl w:val="B000653C"/>
    <w:lvl w:ilvl="0" w:tplc="ADA87DA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2BEE7475"/>
    <w:multiLevelType w:val="hybridMultilevel"/>
    <w:tmpl w:val="0AEEBFC4"/>
    <w:lvl w:ilvl="0" w:tplc="2342EF9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3A09189B"/>
    <w:multiLevelType w:val="hybridMultilevel"/>
    <w:tmpl w:val="94BEA0CA"/>
    <w:lvl w:ilvl="0" w:tplc="B8B6BB3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3BCA6919"/>
    <w:multiLevelType w:val="hybridMultilevel"/>
    <w:tmpl w:val="90929302"/>
    <w:lvl w:ilvl="0" w:tplc="E4E24C1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507F5B33"/>
    <w:multiLevelType w:val="hybridMultilevel"/>
    <w:tmpl w:val="4C3620EE"/>
    <w:lvl w:ilvl="0" w:tplc="BAEEAC7A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55D818B3"/>
    <w:multiLevelType w:val="hybridMultilevel"/>
    <w:tmpl w:val="8D58E2EC"/>
    <w:lvl w:ilvl="0" w:tplc="32DC7C8C">
      <w:start w:val="1"/>
      <w:numFmt w:val="decimal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631B56A"/>
    <w:multiLevelType w:val="singleLevel"/>
    <w:tmpl w:val="5631B56A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7">
    <w:nsid w:val="5631B806"/>
    <w:multiLevelType w:val="singleLevel"/>
    <w:tmpl w:val="5631B806"/>
    <w:lvl w:ilvl="0">
      <w:start w:val="3"/>
      <w:numFmt w:val="decimal"/>
      <w:suff w:val="nothing"/>
      <w:lvlText w:val="%1、"/>
      <w:lvlJc w:val="left"/>
      <w:rPr>
        <w:rFonts w:cs="Times New Roman"/>
      </w:rPr>
    </w:lvl>
  </w:abstractNum>
  <w:abstractNum w:abstractNumId="8">
    <w:nsid w:val="5631B90B"/>
    <w:multiLevelType w:val="singleLevel"/>
    <w:tmpl w:val="5631B90B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9">
    <w:nsid w:val="62F343A8"/>
    <w:multiLevelType w:val="hybridMultilevel"/>
    <w:tmpl w:val="A636FE9C"/>
    <w:lvl w:ilvl="0" w:tplc="2FB8F1D8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EE3"/>
    <w:rsid w:val="00007A6E"/>
    <w:rsid w:val="00026C0A"/>
    <w:rsid w:val="00061D8F"/>
    <w:rsid w:val="00067C88"/>
    <w:rsid w:val="00073530"/>
    <w:rsid w:val="000822AB"/>
    <w:rsid w:val="00084666"/>
    <w:rsid w:val="00096E1F"/>
    <w:rsid w:val="001200BD"/>
    <w:rsid w:val="00147F93"/>
    <w:rsid w:val="00153BF1"/>
    <w:rsid w:val="00172A6C"/>
    <w:rsid w:val="001C153B"/>
    <w:rsid w:val="001E7A19"/>
    <w:rsid w:val="001F1C44"/>
    <w:rsid w:val="00221E5C"/>
    <w:rsid w:val="00233EE3"/>
    <w:rsid w:val="00257A7C"/>
    <w:rsid w:val="0026157F"/>
    <w:rsid w:val="00266482"/>
    <w:rsid w:val="00282ED8"/>
    <w:rsid w:val="002A4069"/>
    <w:rsid w:val="002C79D1"/>
    <w:rsid w:val="00302717"/>
    <w:rsid w:val="00310344"/>
    <w:rsid w:val="00314790"/>
    <w:rsid w:val="00332A66"/>
    <w:rsid w:val="003403AB"/>
    <w:rsid w:val="00343A4B"/>
    <w:rsid w:val="00370323"/>
    <w:rsid w:val="00390F3F"/>
    <w:rsid w:val="003B18D9"/>
    <w:rsid w:val="003C68F6"/>
    <w:rsid w:val="004542AF"/>
    <w:rsid w:val="004918D8"/>
    <w:rsid w:val="004A524B"/>
    <w:rsid w:val="004B598D"/>
    <w:rsid w:val="005277F1"/>
    <w:rsid w:val="00534794"/>
    <w:rsid w:val="005764BB"/>
    <w:rsid w:val="0058611F"/>
    <w:rsid w:val="005B5E7A"/>
    <w:rsid w:val="005D26AB"/>
    <w:rsid w:val="005D760C"/>
    <w:rsid w:val="005E74E0"/>
    <w:rsid w:val="0060216B"/>
    <w:rsid w:val="0061289F"/>
    <w:rsid w:val="006876C8"/>
    <w:rsid w:val="00695AAF"/>
    <w:rsid w:val="006A0E35"/>
    <w:rsid w:val="006D66C1"/>
    <w:rsid w:val="00704D02"/>
    <w:rsid w:val="00706027"/>
    <w:rsid w:val="007240F0"/>
    <w:rsid w:val="00725E6F"/>
    <w:rsid w:val="00741326"/>
    <w:rsid w:val="00754F56"/>
    <w:rsid w:val="007A5190"/>
    <w:rsid w:val="007A6813"/>
    <w:rsid w:val="007B684D"/>
    <w:rsid w:val="007B746A"/>
    <w:rsid w:val="00832F26"/>
    <w:rsid w:val="008734E2"/>
    <w:rsid w:val="008E747A"/>
    <w:rsid w:val="008F1A4D"/>
    <w:rsid w:val="00931291"/>
    <w:rsid w:val="0093752C"/>
    <w:rsid w:val="0094038A"/>
    <w:rsid w:val="00942DD2"/>
    <w:rsid w:val="00977E84"/>
    <w:rsid w:val="009A7D79"/>
    <w:rsid w:val="00A32E91"/>
    <w:rsid w:val="00A637BD"/>
    <w:rsid w:val="00A645CF"/>
    <w:rsid w:val="00AA671B"/>
    <w:rsid w:val="00AB0D1B"/>
    <w:rsid w:val="00AE4A61"/>
    <w:rsid w:val="00B72E32"/>
    <w:rsid w:val="00B91363"/>
    <w:rsid w:val="00BF65FE"/>
    <w:rsid w:val="00C00A6D"/>
    <w:rsid w:val="00C226A8"/>
    <w:rsid w:val="00C3359B"/>
    <w:rsid w:val="00C61E74"/>
    <w:rsid w:val="00CA08F6"/>
    <w:rsid w:val="00CF5FE2"/>
    <w:rsid w:val="00D07F69"/>
    <w:rsid w:val="00D45F12"/>
    <w:rsid w:val="00DB4A14"/>
    <w:rsid w:val="00E21B7F"/>
    <w:rsid w:val="00E31617"/>
    <w:rsid w:val="00E569BE"/>
    <w:rsid w:val="00E774CE"/>
    <w:rsid w:val="00EF76CA"/>
    <w:rsid w:val="00F1296C"/>
    <w:rsid w:val="00F20809"/>
    <w:rsid w:val="00F34599"/>
    <w:rsid w:val="00F40385"/>
    <w:rsid w:val="00F61D88"/>
    <w:rsid w:val="00F62DCA"/>
    <w:rsid w:val="00FD4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4E2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233E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33EE3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233E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33EE3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233EE3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33EE3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1479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4790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2</Pages>
  <Words>181</Words>
  <Characters>1035</Characters>
  <Application>Microsoft Office Outlook</Application>
  <DocSecurity>0</DocSecurity>
  <Lines>0</Lines>
  <Paragraphs>0</Paragraphs>
  <ScaleCrop>false</ScaleCrop>
  <Company>Sky123.Org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北师大版小学数学册《》</dc:title>
  <dc:subject/>
  <dc:creator>Sky123.Org</dc:creator>
  <cp:keywords/>
  <dc:description/>
  <cp:lastModifiedBy>User</cp:lastModifiedBy>
  <cp:revision>8</cp:revision>
  <cp:lastPrinted>2015-10-19T05:55:00Z</cp:lastPrinted>
  <dcterms:created xsi:type="dcterms:W3CDTF">2016-07-07T02:13:00Z</dcterms:created>
  <dcterms:modified xsi:type="dcterms:W3CDTF">2016-09-03T00:27:00Z</dcterms:modified>
</cp:coreProperties>
</file>